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45BBDF42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6259D4" w:rsidRPr="00D018C3">
        <w:rPr>
          <w:b/>
          <w:bCs/>
          <w:sz w:val="20"/>
        </w:rPr>
        <w:t>202</w:t>
      </w:r>
      <w:r w:rsidR="00C07190">
        <w:rPr>
          <w:b/>
          <w:bCs/>
          <w:sz w:val="20"/>
        </w:rPr>
        <w:t>5</w:t>
      </w:r>
      <w:r w:rsidR="006259D4" w:rsidRPr="00D018C3">
        <w:rPr>
          <w:b/>
          <w:bCs/>
          <w:sz w:val="20"/>
        </w:rPr>
        <w:t>/</w:t>
      </w:r>
      <w:r w:rsidR="00C07190">
        <w:rPr>
          <w:b/>
          <w:bCs/>
          <w:sz w:val="20"/>
        </w:rPr>
        <w:t>223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allaadve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(hiliseima digitaalallkirja kuupäev)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Kommentaariteks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r w:rsidR="00DA637A" w:rsidRPr="00D018C3">
              <w:rPr>
                <w:sz w:val="20"/>
              </w:rPr>
              <w:t xml:space="preserve">Sagadi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4" w:history="1">
              <w:r w:rsidR="0055321D" w:rsidRPr="00D018C3">
                <w:rPr>
                  <w:rStyle w:val="H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5" w:history="1">
              <w:r w:rsidRPr="00D018C3">
                <w:rPr>
                  <w:rStyle w:val="H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3525EB58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>Esindusõigus tuleneb (volitamise alus):</w:t>
            </w:r>
            <w:r w:rsidR="00E0104B">
              <w:rPr>
                <w:sz w:val="20"/>
              </w:rPr>
              <w:t xml:space="preserve"> </w:t>
            </w:r>
            <w:r w:rsidR="00E0104B">
              <w:rPr>
                <w:sz w:val="20"/>
              </w:rPr>
              <w:t>RMK juhatuse esimehe 16.01.2025. a käskkiri nr 1-5/7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A93BB7" w:rsidRPr="00D018C3" w14:paraId="4DFB3757" w14:textId="77777777" w:rsidTr="00A93BB7">
        <w:tc>
          <w:tcPr>
            <w:tcW w:w="3920" w:type="dxa"/>
          </w:tcPr>
          <w:p w14:paraId="7104C5A1" w14:textId="2FC01692" w:rsidR="00A93BB7" w:rsidRPr="00D018C3" w:rsidRDefault="00AB34D9" w:rsidP="00A93BB7">
            <w:pPr>
              <w:rPr>
                <w:sz w:val="20"/>
              </w:rPr>
            </w:pPr>
            <w:r>
              <w:rPr>
                <w:sz w:val="20"/>
              </w:rPr>
              <w:t>Kriske</w:t>
            </w:r>
            <w:r w:rsidR="00A93BB7" w:rsidRPr="00D57950">
              <w:rPr>
                <w:sz w:val="20"/>
              </w:rPr>
              <w:t xml:space="preserve"> OÜ</w:t>
            </w:r>
          </w:p>
        </w:tc>
        <w:tc>
          <w:tcPr>
            <w:tcW w:w="3877" w:type="dxa"/>
          </w:tcPr>
          <w:p w14:paraId="1842A8A2" w14:textId="7DDFEAB2" w:rsidR="00A93BB7" w:rsidRPr="00AA1438" w:rsidRDefault="00A93BB7" w:rsidP="00A93BB7">
            <w:pPr>
              <w:rPr>
                <w:sz w:val="20"/>
              </w:rPr>
            </w:pPr>
            <w:r w:rsidRPr="00AA1438">
              <w:rPr>
                <w:sz w:val="20"/>
              </w:rPr>
              <w:t xml:space="preserve">Registrikood </w:t>
            </w:r>
            <w:r w:rsidRPr="00D57950">
              <w:rPr>
                <w:sz w:val="20"/>
              </w:rPr>
              <w:t>1</w:t>
            </w:r>
            <w:r w:rsidR="00AB34D9">
              <w:rPr>
                <w:sz w:val="20"/>
              </w:rPr>
              <w:t>1399086</w:t>
            </w:r>
          </w:p>
          <w:p w14:paraId="5F1EAB18" w14:textId="1E675181" w:rsidR="00A93BB7" w:rsidRPr="00D018C3" w:rsidRDefault="00AB34D9" w:rsidP="00A93BB7">
            <w:pPr>
              <w:rPr>
                <w:bCs/>
                <w:sz w:val="20"/>
              </w:rPr>
            </w:pPr>
            <w:r>
              <w:rPr>
                <w:sz w:val="20"/>
              </w:rPr>
              <w:t>Haapsalu mnt 8/4, Risti alevik, Lääne-Nigula vald, Läänemaa 90901</w:t>
            </w:r>
          </w:p>
        </w:tc>
        <w:tc>
          <w:tcPr>
            <w:tcW w:w="2232" w:type="dxa"/>
          </w:tcPr>
          <w:p w14:paraId="3696B06E" w14:textId="797BD6E3" w:rsidR="00A93BB7" w:rsidRPr="00D018C3" w:rsidRDefault="00A93BB7" w:rsidP="00A93BB7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E-post </w:t>
            </w:r>
            <w:hyperlink r:id="rId16" w:history="1">
              <w:r w:rsidR="00AB34D9" w:rsidRPr="00AB34D9">
                <w:rPr>
                  <w:rStyle w:val="Hperlink"/>
                  <w:sz w:val="20"/>
                </w:rPr>
                <w:t>kristjan</w:t>
              </w:r>
            </w:hyperlink>
            <w:r w:rsidR="00AB34D9" w:rsidRPr="00AB34D9">
              <w:rPr>
                <w:rStyle w:val="Hperlink"/>
                <w:sz w:val="20"/>
              </w:rPr>
              <w:t>.keskkyla@mail.ee</w:t>
            </w:r>
            <w:r>
              <w:t xml:space="preserve"> </w:t>
            </w:r>
          </w:p>
        </w:tc>
      </w:tr>
      <w:tr w:rsidR="00A93BB7" w:rsidRPr="00D018C3" w14:paraId="7F7BAED8" w14:textId="77777777" w:rsidTr="00A93BB7">
        <w:tc>
          <w:tcPr>
            <w:tcW w:w="3920" w:type="dxa"/>
          </w:tcPr>
          <w:p w14:paraId="3986D41B" w14:textId="06116C2F" w:rsidR="00A93BB7" w:rsidRPr="00D018C3" w:rsidRDefault="00A93BB7" w:rsidP="00A93BB7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61B30C15" w:rsidR="00A93BB7" w:rsidRPr="00D018C3" w:rsidRDefault="00A93BB7" w:rsidP="00A93BB7">
            <w:pPr>
              <w:rPr>
                <w:bCs/>
                <w:sz w:val="20"/>
              </w:rPr>
            </w:pPr>
            <w:r w:rsidRPr="00AA1438">
              <w:rPr>
                <w:sz w:val="20"/>
              </w:rPr>
              <w:t xml:space="preserve">Juhatuse liige </w:t>
            </w:r>
            <w:r w:rsidR="00AB34D9">
              <w:rPr>
                <w:sz w:val="20"/>
              </w:rPr>
              <w:t>Kristjan Kesküla</w:t>
            </w:r>
          </w:p>
        </w:tc>
        <w:tc>
          <w:tcPr>
            <w:tcW w:w="2232" w:type="dxa"/>
          </w:tcPr>
          <w:p w14:paraId="3C6B67D8" w14:textId="6F7D08C6" w:rsidR="00A93BB7" w:rsidRPr="00D018C3" w:rsidRDefault="00A93BB7" w:rsidP="00A93BB7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Pr="00D57950">
              <w:rPr>
                <w:sz w:val="20"/>
              </w:rPr>
              <w:t>5</w:t>
            </w:r>
            <w:r w:rsidR="00AB34D9">
              <w:rPr>
                <w:sz w:val="20"/>
              </w:rPr>
              <w:t>6486058</w:t>
            </w:r>
            <w:r w:rsidRPr="001611B4">
              <w:rPr>
                <w:noProof/>
                <w:color w:val="000000"/>
                <w:sz w:val="20"/>
              </w:rPr>
              <w:br/>
            </w:r>
          </w:p>
        </w:tc>
      </w:tr>
      <w:tr w:rsidR="00A93BB7" w:rsidRPr="00D018C3" w14:paraId="6EC5CC10" w14:textId="77777777" w:rsidTr="00A93BB7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A93BB7" w:rsidRPr="00D018C3" w:rsidRDefault="00A93BB7" w:rsidP="00A93BB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4A1D82BC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 xml:space="preserve">Käesolev leping on sõlmitud Vabariigi Valitsuse 4. jaanuari 2007. a määruse nr 1 § </w:t>
      </w:r>
      <w:r w:rsidR="00367AB6">
        <w:rPr>
          <w:sz w:val="20"/>
        </w:rPr>
        <w:t>7</w:t>
      </w:r>
      <w:r w:rsidRPr="00D018C3">
        <w:rPr>
          <w:sz w:val="20"/>
        </w:rPr>
        <w:t xml:space="preserve"> kohaselt läbiviidud </w:t>
      </w:r>
      <w:r w:rsidR="00AA581C">
        <w:rPr>
          <w:sz w:val="20"/>
        </w:rPr>
        <w:t xml:space="preserve">kiirestirikneva metsamaterjali </w:t>
      </w:r>
      <w:r w:rsidRPr="00D018C3">
        <w:rPr>
          <w:sz w:val="20"/>
        </w:rPr>
        <w:t>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(Incoterms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-ga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 xml:space="preserve">EVR-ga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lastRenderedPageBreak/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üleantava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3B801641" w14:textId="72CC2EC9" w:rsidR="00D606C9" w:rsidRPr="00D018C3" w:rsidRDefault="006F2B9B">
      <w:pPr>
        <w:rPr>
          <w:b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49F6E00E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1974E19E" w14:textId="77777777" w:rsidR="00BF2CCF" w:rsidRPr="00BF2CCF" w:rsidRDefault="00D4333E" w:rsidP="00383AA1">
      <w:pPr>
        <w:pStyle w:val="Pealkiri21"/>
        <w:numPr>
          <w:ilvl w:val="1"/>
          <w:numId w:val="32"/>
        </w:numPr>
        <w:rPr>
          <w:bCs/>
          <w:sz w:val="20"/>
        </w:rPr>
      </w:pPr>
      <w:r w:rsidRPr="00BF2CCF">
        <w:rPr>
          <w:sz w:val="20"/>
        </w:rPr>
        <w:t>Müüja</w:t>
      </w:r>
      <w:r w:rsidR="005253F3" w:rsidRPr="00BF2CCF">
        <w:rPr>
          <w:sz w:val="20"/>
        </w:rPr>
        <w:t xml:space="preserve"> esitab </w:t>
      </w:r>
      <w:r w:rsidR="00151D79" w:rsidRPr="00BF2CCF">
        <w:rPr>
          <w:sz w:val="20"/>
        </w:rPr>
        <w:t xml:space="preserve">ettemaksu laekumisel </w:t>
      </w:r>
      <w:r w:rsidR="005253F3" w:rsidRPr="00BF2CCF">
        <w:rPr>
          <w:sz w:val="20"/>
        </w:rPr>
        <w:t xml:space="preserve">arved </w:t>
      </w:r>
      <w:r w:rsidR="0094376B" w:rsidRPr="00BF2CCF">
        <w:rPr>
          <w:sz w:val="20"/>
        </w:rPr>
        <w:t>m</w:t>
      </w:r>
      <w:r w:rsidRPr="00BF2CCF">
        <w:rPr>
          <w:sz w:val="20"/>
        </w:rPr>
        <w:t>etsamaterjal</w:t>
      </w:r>
      <w:r w:rsidR="005253F3" w:rsidRPr="00BF2CCF">
        <w:rPr>
          <w:sz w:val="20"/>
        </w:rPr>
        <w:t xml:space="preserve">i eest elektrooniliselt e-posti aadressile: </w:t>
      </w:r>
      <w:hyperlink r:id="rId17" w:history="1">
        <w:r w:rsidR="00BF2CCF" w:rsidRPr="00AB34D9">
          <w:rPr>
            <w:rStyle w:val="Hperlink"/>
            <w:sz w:val="20"/>
          </w:rPr>
          <w:t>kristjan</w:t>
        </w:r>
      </w:hyperlink>
      <w:r w:rsidR="00BF2CCF" w:rsidRPr="00AB34D9">
        <w:rPr>
          <w:rStyle w:val="Hperlink"/>
          <w:sz w:val="20"/>
        </w:rPr>
        <w:t>.keskkyla@mail.ee</w:t>
      </w:r>
      <w:r w:rsidR="00BF2CCF">
        <w:t xml:space="preserve"> </w:t>
      </w:r>
    </w:p>
    <w:p w14:paraId="497DC13F" w14:textId="238AA8A7" w:rsidR="005253F3" w:rsidRPr="00BF2CCF" w:rsidRDefault="00A24D92" w:rsidP="00383AA1">
      <w:pPr>
        <w:pStyle w:val="Pealkiri21"/>
        <w:numPr>
          <w:ilvl w:val="1"/>
          <w:numId w:val="32"/>
        </w:numPr>
        <w:rPr>
          <w:bCs/>
          <w:sz w:val="20"/>
        </w:rPr>
      </w:pPr>
      <w:r w:rsidRPr="00BF2CCF">
        <w:rPr>
          <w:sz w:val="20"/>
        </w:rPr>
        <w:t xml:space="preserve">Juhul, kui </w:t>
      </w:r>
      <w:r w:rsidR="0094376B" w:rsidRPr="00BF2CCF">
        <w:rPr>
          <w:sz w:val="20"/>
        </w:rPr>
        <w:t>o</w:t>
      </w:r>
      <w:r w:rsidR="00D4333E" w:rsidRPr="00BF2CCF">
        <w:rPr>
          <w:sz w:val="20"/>
        </w:rPr>
        <w:t>stja</w:t>
      </w:r>
      <w:r w:rsidRPr="00BF2CCF">
        <w:rPr>
          <w:sz w:val="20"/>
        </w:rPr>
        <w:t xml:space="preserve"> ei ole tasunud kokkulepitud summas tähtaegsel</w:t>
      </w:r>
      <w:r w:rsidR="0094376B" w:rsidRPr="00BF2CCF">
        <w:rPr>
          <w:sz w:val="20"/>
        </w:rPr>
        <w:t>t ettemaksu le</w:t>
      </w:r>
      <w:r w:rsidRPr="00BF2CCF">
        <w:rPr>
          <w:sz w:val="20"/>
        </w:rPr>
        <w:t xml:space="preserve">pingu alusel tarnitava </w:t>
      </w:r>
      <w:r w:rsidR="0094376B" w:rsidRPr="00BF2CCF">
        <w:rPr>
          <w:sz w:val="20"/>
        </w:rPr>
        <w:t>m</w:t>
      </w:r>
      <w:r w:rsidR="00D4333E" w:rsidRPr="00BF2CCF">
        <w:rPr>
          <w:sz w:val="20"/>
        </w:rPr>
        <w:t>etsamaterjal</w:t>
      </w:r>
      <w:r w:rsidRPr="00BF2CCF">
        <w:rPr>
          <w:sz w:val="20"/>
        </w:rPr>
        <w:t xml:space="preserve">i eest, on </w:t>
      </w:r>
      <w:r w:rsidR="0094376B" w:rsidRPr="00BF2CCF">
        <w:rPr>
          <w:sz w:val="20"/>
        </w:rPr>
        <w:t>m</w:t>
      </w:r>
      <w:r w:rsidR="00D4333E" w:rsidRPr="00BF2CCF">
        <w:rPr>
          <w:sz w:val="20"/>
        </w:rPr>
        <w:t>üüja</w:t>
      </w:r>
      <w:r w:rsidRPr="00BF2CCF">
        <w:rPr>
          <w:sz w:val="20"/>
        </w:rPr>
        <w:t xml:space="preserve">l õigus </w:t>
      </w:r>
      <w:r w:rsidR="0094376B" w:rsidRPr="00BF2CCF">
        <w:rPr>
          <w:sz w:val="20"/>
        </w:rPr>
        <w:t>ühepoolselt keelduda t</w:t>
      </w:r>
      <w:r w:rsidR="00DB5790" w:rsidRPr="00BF2CCF">
        <w:rPr>
          <w:sz w:val="20"/>
        </w:rPr>
        <w:t xml:space="preserve">arnegraafiku täitmisest, nõuda </w:t>
      </w:r>
      <w:r w:rsidR="0094376B" w:rsidRPr="00BF2CCF">
        <w:rPr>
          <w:sz w:val="20"/>
        </w:rPr>
        <w:t>o</w:t>
      </w:r>
      <w:r w:rsidR="00D4333E" w:rsidRPr="00BF2CCF">
        <w:rPr>
          <w:sz w:val="20"/>
        </w:rPr>
        <w:t>stja</w:t>
      </w:r>
      <w:r w:rsidR="00DB5790" w:rsidRPr="00BF2CCF">
        <w:rPr>
          <w:sz w:val="20"/>
        </w:rPr>
        <w:t>lt leppet</w:t>
      </w:r>
      <w:r w:rsidR="00FD66C3" w:rsidRPr="00BF2CCF">
        <w:rPr>
          <w:sz w:val="20"/>
        </w:rPr>
        <w:t>rahvi 10</w:t>
      </w:r>
      <w:r w:rsidR="001105B9" w:rsidRPr="00BF2CCF">
        <w:rPr>
          <w:sz w:val="20"/>
        </w:rPr>
        <w:t xml:space="preserve"> (kümme) </w:t>
      </w:r>
      <w:r w:rsidR="00FD66C3" w:rsidRPr="00BF2CCF">
        <w:rPr>
          <w:sz w:val="20"/>
        </w:rPr>
        <w:t>% ettemaksu summast ja l</w:t>
      </w:r>
      <w:r w:rsidR="00DB5790" w:rsidRPr="00BF2CCF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lastRenderedPageBreak/>
        <w:t>Leping jõustub selle allakirjutamisel ja kehtib kuni lepinguliste kohustuste täitmiseni mõlema poole poolt.</w:t>
      </w:r>
    </w:p>
    <w:p w14:paraId="689A2B1D" w14:textId="21179CC1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6F2B9B">
        <w:rPr>
          <w:sz w:val="20"/>
        </w:rPr>
        <w:t>05</w:t>
      </w:r>
      <w:r w:rsidR="008B5D77">
        <w:rPr>
          <w:sz w:val="20"/>
        </w:rPr>
        <w:t>.</w:t>
      </w:r>
      <w:r w:rsidR="006F2B9B">
        <w:rPr>
          <w:sz w:val="20"/>
        </w:rPr>
        <w:t>11</w:t>
      </w:r>
      <w:r w:rsidR="008B5D77">
        <w:rPr>
          <w:sz w:val="20"/>
        </w:rPr>
        <w:t>.202</w:t>
      </w:r>
      <w:r w:rsidR="006F2B9B">
        <w:rPr>
          <w:sz w:val="20"/>
        </w:rPr>
        <w:t>5</w:t>
      </w:r>
      <w:r w:rsidR="008B5D77">
        <w:rPr>
          <w:sz w:val="20"/>
        </w:rPr>
        <w:t xml:space="preserve"> – 31.12.202</w:t>
      </w:r>
      <w:r w:rsidR="006F2B9B">
        <w:rPr>
          <w:sz w:val="20"/>
        </w:rPr>
        <w:t>5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8" w:history="1">
        <w:r w:rsidRPr="00D018C3">
          <w:rPr>
            <w:rStyle w:val="H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1DAB232C" w:rsidR="004623EE" w:rsidRPr="00D018C3" w:rsidRDefault="00BF2CCF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BF2CCF">
              <w:rPr>
                <w:sz w:val="20"/>
              </w:rPr>
              <w:t>Kristjan Kesküla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6C4BC6FA" w:rsidR="00174319" w:rsidRDefault="00174319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B9E">
          <w:rPr>
            <w:noProof/>
          </w:rPr>
          <w:t>2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05026738">
    <w:abstractNumId w:val="0"/>
  </w:num>
  <w:num w:numId="2" w16cid:durableId="1195197454">
    <w:abstractNumId w:val="10"/>
  </w:num>
  <w:num w:numId="3" w16cid:durableId="892273576">
    <w:abstractNumId w:val="9"/>
  </w:num>
  <w:num w:numId="4" w16cid:durableId="1335719957">
    <w:abstractNumId w:val="14"/>
  </w:num>
  <w:num w:numId="5" w16cid:durableId="1223254234">
    <w:abstractNumId w:val="15"/>
  </w:num>
  <w:num w:numId="6" w16cid:durableId="162287449">
    <w:abstractNumId w:val="18"/>
  </w:num>
  <w:num w:numId="7" w16cid:durableId="1669792615">
    <w:abstractNumId w:val="20"/>
  </w:num>
  <w:num w:numId="8" w16cid:durableId="1709335984">
    <w:abstractNumId w:val="5"/>
  </w:num>
  <w:num w:numId="9" w16cid:durableId="121382861">
    <w:abstractNumId w:val="7"/>
  </w:num>
  <w:num w:numId="10" w16cid:durableId="952908763">
    <w:abstractNumId w:val="1"/>
  </w:num>
  <w:num w:numId="11" w16cid:durableId="27730601">
    <w:abstractNumId w:val="2"/>
  </w:num>
  <w:num w:numId="12" w16cid:durableId="1014573719">
    <w:abstractNumId w:val="12"/>
  </w:num>
  <w:num w:numId="13" w16cid:durableId="274944658">
    <w:abstractNumId w:val="17"/>
  </w:num>
  <w:num w:numId="14" w16cid:durableId="1358385291">
    <w:abstractNumId w:val="8"/>
  </w:num>
  <w:num w:numId="15" w16cid:durableId="14232595">
    <w:abstractNumId w:val="4"/>
  </w:num>
  <w:num w:numId="16" w16cid:durableId="1357584520">
    <w:abstractNumId w:val="17"/>
  </w:num>
  <w:num w:numId="17" w16cid:durableId="184832573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4839132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982526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51363197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295240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55666246">
    <w:abstractNumId w:val="21"/>
  </w:num>
  <w:num w:numId="23" w16cid:durableId="224217801">
    <w:abstractNumId w:val="3"/>
  </w:num>
  <w:num w:numId="24" w16cid:durableId="750350754">
    <w:abstractNumId w:val="19"/>
  </w:num>
  <w:num w:numId="25" w16cid:durableId="719015150">
    <w:abstractNumId w:val="6"/>
  </w:num>
  <w:num w:numId="26" w16cid:durableId="666513985">
    <w:abstractNumId w:val="11"/>
  </w:num>
  <w:num w:numId="27" w16cid:durableId="9715995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7673561">
    <w:abstractNumId w:val="13"/>
  </w:num>
  <w:num w:numId="29" w16cid:durableId="1423796755">
    <w:abstractNumId w:val="16"/>
  </w:num>
  <w:num w:numId="30" w16cid:durableId="637035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77659225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 w16cid:durableId="75637908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06BBE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67AB6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E4A27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2B9B"/>
    <w:rsid w:val="006F3AFC"/>
    <w:rsid w:val="006F3EE1"/>
    <w:rsid w:val="0070041C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1EB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24B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3F7B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86B9E"/>
    <w:rsid w:val="00A93BB7"/>
    <w:rsid w:val="00A9731F"/>
    <w:rsid w:val="00AA5327"/>
    <w:rsid w:val="00AA581C"/>
    <w:rsid w:val="00AA6160"/>
    <w:rsid w:val="00AA75FC"/>
    <w:rsid w:val="00AB2C10"/>
    <w:rsid w:val="00AB34D9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CCF"/>
    <w:rsid w:val="00BF2FD7"/>
    <w:rsid w:val="00C00716"/>
    <w:rsid w:val="00C02473"/>
    <w:rsid w:val="00C06DF1"/>
    <w:rsid w:val="00C07190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1617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04B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10D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C6477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13E1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AB3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://www.rmk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kristja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ristja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t.enel@rmk.e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mk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125fdab99a88c80f342baaae2b5d5964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824f15246b4adee0e39b4d0c4c15b56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14EA57-B3A3-411B-A1E5-B75CBEA1C2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D3DBE4-A76F-46DB-B96A-DFE45BE1D42E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442EC398-4B52-49EE-9C18-F8E0950AD6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C46CA6-B06C-4F17-B718-BF913347FAC8}"/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2023.dotx</Template>
  <TotalTime>3</TotalTime>
  <Pages>3</Pages>
  <Words>911</Words>
  <Characters>7140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8035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8</cp:revision>
  <cp:lastPrinted>2011-09-19T08:13:00Z</cp:lastPrinted>
  <dcterms:created xsi:type="dcterms:W3CDTF">2025-11-04T09:45:00Z</dcterms:created>
  <dcterms:modified xsi:type="dcterms:W3CDTF">2025-11-04T09:48:00Z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  <property fmtid="{D5CDD505-2E9C-101B-9397-08002B2CF9AE}" pid="4" name="Order">
    <vt:r8>840200</vt:r8>
  </property>
  <property fmtid="{D5CDD505-2E9C-101B-9397-08002B2CF9AE}" pid="5" name="MediaServiceImageTags">
    <vt:lpwstr/>
  </property>
</Properties>
</file>